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C80E0" w14:textId="77777777"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14:paraId="0458E320" w14:textId="77777777"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14:paraId="610DFC9E" w14:textId="77777777"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707B01" w:rsidRPr="00707B01">
        <w:rPr>
          <w:b/>
          <w:sz w:val="20"/>
          <w:szCs w:val="20"/>
        </w:rPr>
        <w:t xml:space="preserve"> DO ALUNO</w:t>
      </w:r>
      <w:r w:rsidRPr="00707B01">
        <w:rPr>
          <w:b/>
          <w:sz w:val="20"/>
          <w:szCs w:val="20"/>
        </w:rPr>
        <w:t xml:space="preserve">: </w:t>
      </w:r>
      <w:bookmarkStart w:id="0" w:name="Texto1"/>
      <w:r w:rsidR="002539E7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2539E7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2539E7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2539E7">
        <w:rPr>
          <w:sz w:val="20"/>
          <w:szCs w:val="20"/>
        </w:rPr>
        <w:instrText xml:space="preserve"> FORMTEXT </w:instrText>
      </w:r>
      <w:r w:rsidR="002539E7">
        <w:rPr>
          <w:sz w:val="20"/>
          <w:szCs w:val="20"/>
        </w:rPr>
      </w:r>
      <w:r w:rsidR="002539E7">
        <w:rPr>
          <w:sz w:val="20"/>
          <w:szCs w:val="20"/>
        </w:rPr>
        <w:fldChar w:fldCharType="separate"/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3C6F4E">
        <w:rPr>
          <w:noProof/>
          <w:sz w:val="20"/>
          <w:szCs w:val="20"/>
        </w:rPr>
        <w:t> </w:t>
      </w:r>
      <w:r w:rsidR="002539E7">
        <w:rPr>
          <w:sz w:val="20"/>
          <w:szCs w:val="20"/>
        </w:rPr>
        <w:fldChar w:fldCharType="end"/>
      </w:r>
      <w:bookmarkEnd w:id="2"/>
    </w:p>
    <w:p w14:paraId="70A129DD" w14:textId="77777777"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4D0933" w:rsidRPr="00816ED1">
        <w:rPr>
          <w:b/>
        </w:rPr>
        <w:t>–</w:t>
      </w:r>
      <w:r w:rsidR="00224667" w:rsidRPr="00816ED1">
        <w:rPr>
          <w:b/>
        </w:rPr>
        <w:t xml:space="preserve"> </w:t>
      </w:r>
      <w:r w:rsidR="000A4966">
        <w:rPr>
          <w:b/>
        </w:rPr>
        <w:t>PAI</w:t>
      </w:r>
      <w:r w:rsidR="00945E30">
        <w:rPr>
          <w:b/>
        </w:rPr>
        <w:t xml:space="preserve"> DO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C37C72" w14:paraId="39A4B9EF" w14:textId="77777777" w:rsidTr="00C37C72">
        <w:tc>
          <w:tcPr>
            <w:tcW w:w="9211" w:type="dxa"/>
          </w:tcPr>
          <w:p w14:paraId="71CFF5C6" w14:textId="77777777"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"/>
          </w:p>
          <w:p w14:paraId="52149BBF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4"/>
            <w:r w:rsidRPr="00C37C72">
              <w:rPr>
                <w:sz w:val="18"/>
                <w:szCs w:val="18"/>
              </w:rPr>
              <w:t>/</w:t>
            </w:r>
            <w:bookmarkStart w:id="5" w:name="Texto5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5"/>
            <w:r w:rsidRPr="00C37C72">
              <w:rPr>
                <w:sz w:val="18"/>
                <w:szCs w:val="18"/>
              </w:rPr>
              <w:t>/</w:t>
            </w:r>
            <w:bookmarkStart w:id="6" w:name="Texto55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6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C37C72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7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C37C72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8"/>
          </w:p>
          <w:p w14:paraId="7BA7E119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C37C72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9"/>
          </w:p>
          <w:p w14:paraId="72737FCE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C37C72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0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C37C72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1"/>
          </w:p>
          <w:p w14:paraId="53FAE843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2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C37C72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13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4"/>
            <w:r w:rsidRPr="00C37C72">
              <w:rPr>
                <w:sz w:val="18"/>
                <w:szCs w:val="18"/>
              </w:rPr>
              <w:t>.</w:t>
            </w:r>
            <w:bookmarkStart w:id="15" w:name="Texto6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5"/>
            <w:r w:rsidRPr="00C37C72">
              <w:rPr>
                <w:sz w:val="18"/>
                <w:szCs w:val="18"/>
              </w:rPr>
              <w:t>.</w:t>
            </w:r>
            <w:bookmarkStart w:id="16" w:name="Texto65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6"/>
            <w:r w:rsidRPr="00C37C72">
              <w:rPr>
                <w:sz w:val="18"/>
                <w:szCs w:val="18"/>
              </w:rPr>
              <w:t>-</w:t>
            </w:r>
            <w:bookmarkStart w:id="17" w:name="Texto66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7"/>
          </w:p>
          <w:p w14:paraId="5BAD37DE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8"/>
          </w:p>
          <w:p w14:paraId="1F451E36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C37C72" w14:paraId="3CB46912" w14:textId="77777777" w:rsidTr="00C37C72">
        <w:tc>
          <w:tcPr>
            <w:tcW w:w="9211" w:type="dxa"/>
          </w:tcPr>
          <w:p w14:paraId="7F7DE820" w14:textId="77777777"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0"/>
          </w:p>
          <w:p w14:paraId="1C3F1FD1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C37C72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  <w:lang w:val="en-US"/>
              </w:rPr>
            </w:r>
            <w:r w:rsidR="00514084" w:rsidRPr="00C37C72">
              <w:rPr>
                <w:sz w:val="18"/>
                <w:szCs w:val="18"/>
                <w:lang w:val="en-US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3C6F4E" w:rsidRPr="00C37C72">
              <w:rPr>
                <w:noProof/>
                <w:sz w:val="18"/>
                <w:szCs w:val="18"/>
                <w:lang w:val="en-US"/>
              </w:rPr>
              <w:t> </w:t>
            </w:r>
            <w:r w:rsidR="00514084" w:rsidRPr="00C37C72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C37C72" w14:paraId="0EE3DD68" w14:textId="77777777" w:rsidTr="00C37C72">
        <w:tc>
          <w:tcPr>
            <w:tcW w:w="9211" w:type="dxa"/>
          </w:tcPr>
          <w:p w14:paraId="702FB0B3" w14:textId="77777777"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2"/>
            <w:r w:rsidRPr="00C37C72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3"/>
          </w:p>
          <w:p w14:paraId="709AC912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4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5"/>
          </w:p>
          <w:p w14:paraId="7D20B617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6"/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27"/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8"/>
            <w:r w:rsidRPr="00C37C72">
              <w:rPr>
                <w:sz w:val="18"/>
                <w:szCs w:val="18"/>
              </w:rPr>
              <w:t>-</w:t>
            </w:r>
            <w:bookmarkStart w:id="29" w:name="Texto78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29"/>
          </w:p>
          <w:p w14:paraId="6AF6889D" w14:textId="77777777" w:rsidR="00A11624" w:rsidRPr="00C37C72" w:rsidRDefault="00A11624" w:rsidP="007125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Telefone residencial: </w:t>
            </w:r>
            <w:r w:rsidRPr="00C37C72">
              <w:rPr>
                <w:sz w:val="18"/>
                <w:szCs w:val="18"/>
              </w:rPr>
              <w:t>(</w:t>
            </w:r>
            <w:bookmarkStart w:id="30" w:name="Texto79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0"/>
            <w:r w:rsidRPr="00C37C72">
              <w:rPr>
                <w:sz w:val="18"/>
                <w:szCs w:val="18"/>
              </w:rPr>
              <w:t xml:space="preserve">) </w:t>
            </w:r>
            <w:bookmarkStart w:id="31" w:name="Texto80"/>
            <w:r w:rsidR="00712572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bookmarkEnd w:id="31"/>
            <w:r w:rsidRPr="00C37C72">
              <w:rPr>
                <w:sz w:val="18"/>
                <w:szCs w:val="18"/>
              </w:rPr>
              <w:t>-</w:t>
            </w:r>
            <w:bookmarkStart w:id="32" w:name="Texto81"/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bookmarkEnd w:id="32"/>
            <w:r w:rsidRPr="00C37C72">
              <w:rPr>
                <w:b/>
                <w:sz w:val="18"/>
                <w:szCs w:val="18"/>
              </w:rPr>
              <w:tab/>
              <w:t xml:space="preserve">Celular: </w:t>
            </w:r>
            <w:r w:rsidRPr="00C37C72">
              <w:rPr>
                <w:sz w:val="18"/>
                <w:szCs w:val="18"/>
              </w:rPr>
              <w:t>(</w:t>
            </w:r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)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514084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C37C72">
              <w:rPr>
                <w:sz w:val="18"/>
                <w:szCs w:val="18"/>
              </w:rPr>
              <w:instrText xml:space="preserve"> FORMTEXT </w:instrText>
            </w:r>
            <w:r w:rsidR="00514084" w:rsidRPr="00C37C72">
              <w:rPr>
                <w:sz w:val="18"/>
                <w:szCs w:val="18"/>
              </w:rPr>
            </w:r>
            <w:r w:rsidR="00514084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514084" w:rsidRPr="00C37C72">
              <w:rPr>
                <w:sz w:val="18"/>
                <w:szCs w:val="18"/>
              </w:rPr>
              <w:fldChar w:fldCharType="end"/>
            </w:r>
          </w:p>
        </w:tc>
      </w:tr>
      <w:tr w:rsidR="00A11624" w:rsidRPr="00C37C72" w14:paraId="02C4ED13" w14:textId="77777777" w:rsidTr="00C37C72">
        <w:tc>
          <w:tcPr>
            <w:tcW w:w="9211" w:type="dxa"/>
          </w:tcPr>
          <w:p w14:paraId="56B1A7AF" w14:textId="77777777"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787ADAA8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,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1C23696D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color w:val="FF0000"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 xml:space="preserve">Bairro: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159040F5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5A18BFFC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Telefone comercial: </w:t>
            </w:r>
            <w:r w:rsidRPr="00C37C72">
              <w:rPr>
                <w:sz w:val="18"/>
                <w:szCs w:val="18"/>
              </w:rPr>
              <w:t>(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) 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Ramal: </w:t>
            </w:r>
            <w:bookmarkStart w:id="33" w:name="Texto82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3"/>
          </w:p>
          <w:p w14:paraId="0289FD3E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Data de Admissão</w:t>
            </w:r>
            <w:r w:rsidRPr="00C37C72">
              <w:rPr>
                <w:sz w:val="18"/>
                <w:szCs w:val="18"/>
              </w:rPr>
              <w:t xml:space="preserve">: </w:t>
            </w:r>
            <w:bookmarkStart w:id="34" w:name="Texto95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4"/>
            <w:r w:rsidRPr="00C37C72">
              <w:rPr>
                <w:sz w:val="18"/>
                <w:szCs w:val="18"/>
              </w:rPr>
              <w:t>/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bookmarkStart w:id="35" w:name="Texto96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5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Cargo: </w:t>
            </w:r>
            <w:bookmarkStart w:id="36" w:name="Texto97"/>
            <w:r w:rsidRPr="00C37C72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36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7" w:name="Texto98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57C79233" w14:textId="77777777"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C37C72" w14:paraId="4704127B" w14:textId="77777777" w:rsidTr="00C37C72">
        <w:tc>
          <w:tcPr>
            <w:tcW w:w="9224" w:type="dxa"/>
          </w:tcPr>
          <w:p w14:paraId="1E408405" w14:textId="77777777" w:rsidR="00A11624" w:rsidRPr="00C37C72" w:rsidRDefault="00A11624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Nome da empresa: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2C156951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Endereço: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,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4C76166D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Complemento: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color w:val="FF0000"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 xml:space="preserve">Bairro: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694730CE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 xml:space="preserve">UF: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6B284D8A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Telefone</w:t>
            </w:r>
            <w:r w:rsidRPr="00C37C72">
              <w:rPr>
                <w:sz w:val="18"/>
                <w:szCs w:val="18"/>
              </w:rPr>
              <w:t>: (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 xml:space="preserve">) </w:t>
            </w:r>
            <w:r w:rsidR="007125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712572">
              <w:rPr>
                <w:sz w:val="18"/>
                <w:szCs w:val="18"/>
              </w:rPr>
              <w:instrText xml:space="preserve"> FORMTEXT </w:instrText>
            </w:r>
            <w:r w:rsidR="00712572">
              <w:rPr>
                <w:sz w:val="18"/>
                <w:szCs w:val="18"/>
              </w:rPr>
            </w:r>
            <w:r w:rsidR="00712572">
              <w:rPr>
                <w:sz w:val="18"/>
                <w:szCs w:val="18"/>
              </w:rPr>
              <w:fldChar w:fldCharType="separate"/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noProof/>
                <w:sz w:val="18"/>
                <w:szCs w:val="18"/>
              </w:rPr>
              <w:t> </w:t>
            </w:r>
            <w:r w:rsidR="007125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-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="00571603" w:rsidRPr="00C37C72">
              <w:rPr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</w:p>
          <w:p w14:paraId="043386E5" w14:textId="77777777" w:rsidR="00A11624" w:rsidRPr="00C37C72" w:rsidRDefault="00A11624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CNPJ: </w:t>
            </w:r>
            <w:bookmarkStart w:id="38" w:name="Texto99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8"/>
            <w:r w:rsidRPr="00C37C72">
              <w:rPr>
                <w:sz w:val="18"/>
                <w:szCs w:val="18"/>
              </w:rPr>
              <w:t>.</w:t>
            </w:r>
            <w:bookmarkStart w:id="39" w:name="Texto100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39"/>
            <w:r w:rsidRPr="00C37C72">
              <w:rPr>
                <w:sz w:val="18"/>
                <w:szCs w:val="18"/>
              </w:rPr>
              <w:t>.</w:t>
            </w:r>
            <w:bookmarkStart w:id="40" w:name="Texto101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0"/>
            <w:r w:rsidRPr="00C37C72">
              <w:rPr>
                <w:sz w:val="18"/>
                <w:szCs w:val="18"/>
              </w:rPr>
              <w:t>/</w:t>
            </w:r>
            <w:bookmarkStart w:id="41" w:name="Texto102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1"/>
            <w:r w:rsidRPr="00C37C72">
              <w:rPr>
                <w:sz w:val="18"/>
                <w:szCs w:val="18"/>
              </w:rPr>
              <w:t>-</w:t>
            </w:r>
            <w:bookmarkStart w:id="42" w:name="Texto103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2"/>
            <w:r w:rsidRPr="00C37C72">
              <w:rPr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3" w:name="Texto104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3"/>
            <w:r w:rsidR="007D1808" w:rsidRPr="00C37C72">
              <w:rPr>
                <w:b/>
                <w:sz w:val="18"/>
                <w:szCs w:val="18"/>
              </w:rPr>
              <w:t xml:space="preserve"> </w:t>
            </w:r>
          </w:p>
          <w:p w14:paraId="47CAB810" w14:textId="77777777" w:rsidR="00A439F1" w:rsidRPr="00C37C72" w:rsidRDefault="00A439F1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>Data de Abertura</w:t>
            </w:r>
            <w:r w:rsidRPr="00C37C72">
              <w:rPr>
                <w:sz w:val="18"/>
                <w:szCs w:val="18"/>
              </w:rPr>
              <w:t xml:space="preserve">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sz w:val="18"/>
                <w:szCs w:val="18"/>
              </w:rPr>
              <w:t>/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Cargo: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</w:p>
        </w:tc>
      </w:tr>
    </w:tbl>
    <w:p w14:paraId="0245DC44" w14:textId="77777777"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C37C72" w14:paraId="6735D994" w14:textId="77777777" w:rsidTr="00C37C72">
        <w:tc>
          <w:tcPr>
            <w:tcW w:w="9224" w:type="dxa"/>
          </w:tcPr>
          <w:p w14:paraId="4D1FDF8A" w14:textId="77777777" w:rsidR="00571603" w:rsidRPr="00C37C72" w:rsidRDefault="00571603" w:rsidP="00C37C72">
            <w:pPr>
              <w:spacing w:before="120" w:line="360" w:lineRule="auto"/>
              <w:rPr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Origem: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  <w:p w14:paraId="5ACF8BDF" w14:textId="77777777" w:rsidR="00571603" w:rsidRPr="00C37C72" w:rsidRDefault="00571603" w:rsidP="00C37C72">
            <w:pPr>
              <w:spacing w:line="360" w:lineRule="auto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Origem: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</w:r>
            <w:r w:rsidRPr="00C37C72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14:paraId="17E8EE5E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C37C72" w14:paraId="5F79E2AE" w14:textId="77777777" w:rsidTr="00C37C72">
        <w:tc>
          <w:tcPr>
            <w:tcW w:w="9211" w:type="dxa"/>
          </w:tcPr>
          <w:p w14:paraId="5E0D3954" w14:textId="77777777"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Tipo: </w:t>
            </w:r>
            <w:bookmarkStart w:id="44" w:name="Texto84"/>
            <w:r w:rsidRPr="00C37C72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bookmarkEnd w:id="44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>Valor</w:t>
            </w:r>
            <w:r w:rsidR="007D58F5">
              <w:rPr>
                <w:b/>
                <w:sz w:val="18"/>
                <w:szCs w:val="18"/>
              </w:rPr>
              <w:t xml:space="preserve"> (mercado)</w:t>
            </w:r>
            <w:r w:rsidRPr="00C37C72">
              <w:rPr>
                <w:b/>
                <w:sz w:val="18"/>
                <w:szCs w:val="18"/>
              </w:rPr>
              <w:t xml:space="preserve">: </w:t>
            </w:r>
            <w:bookmarkStart w:id="45" w:name="Texto85"/>
            <w:r w:rsidRPr="00C37C72">
              <w:rPr>
                <w:b/>
                <w:sz w:val="18"/>
                <w:szCs w:val="18"/>
              </w:rPr>
              <w:t xml:space="preserve">R$ </w:t>
            </w:r>
            <w:bookmarkEnd w:id="45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6" w:name="Texto86"/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  <w:bookmarkEnd w:id="46"/>
          </w:p>
          <w:p w14:paraId="3C5D39A9" w14:textId="77777777" w:rsidR="007D1808" w:rsidRPr="00C37C72" w:rsidRDefault="007D1808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Tipo: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ab/>
              <w:t>Valor</w:t>
            </w:r>
            <w:r w:rsidR="007D58F5">
              <w:rPr>
                <w:b/>
                <w:sz w:val="18"/>
                <w:szCs w:val="18"/>
              </w:rPr>
              <w:t xml:space="preserve"> (mercado)</w:t>
            </w:r>
            <w:r w:rsidRPr="00C37C72">
              <w:rPr>
                <w:b/>
                <w:sz w:val="18"/>
                <w:szCs w:val="18"/>
              </w:rPr>
              <w:t xml:space="preserve">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</w:p>
        </w:tc>
      </w:tr>
      <w:tr w:rsidR="007D1808" w:rsidRPr="00C37C72" w14:paraId="54F7F554" w14:textId="77777777" w:rsidTr="00C37C72">
        <w:tc>
          <w:tcPr>
            <w:tcW w:w="9211" w:type="dxa"/>
          </w:tcPr>
          <w:p w14:paraId="61FA28B1" w14:textId="77777777"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7" w:name="Texto87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7"/>
          </w:p>
        </w:tc>
      </w:tr>
    </w:tbl>
    <w:p w14:paraId="478B67FD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C37C72" w14:paraId="42336108" w14:textId="77777777" w:rsidTr="00C37C72">
        <w:tc>
          <w:tcPr>
            <w:tcW w:w="9211" w:type="dxa"/>
          </w:tcPr>
          <w:p w14:paraId="4A2131E5" w14:textId="77777777"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Marca: </w:t>
            </w:r>
            <w:bookmarkStart w:id="48" w:name="Texto88"/>
            <w:r w:rsidR="004C21A8" w:rsidRPr="00C37C72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4C21A8" w:rsidRPr="00C37C72">
              <w:rPr>
                <w:sz w:val="18"/>
                <w:szCs w:val="18"/>
              </w:rPr>
              <w:instrText xml:space="preserve"> FORMTEXT </w:instrText>
            </w:r>
            <w:r w:rsidR="004C21A8" w:rsidRPr="00C37C72">
              <w:rPr>
                <w:sz w:val="18"/>
                <w:szCs w:val="18"/>
              </w:rPr>
            </w:r>
            <w:r w:rsidR="004C21A8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4C21A8" w:rsidRPr="00C37C72">
              <w:rPr>
                <w:sz w:val="18"/>
                <w:szCs w:val="18"/>
              </w:rPr>
              <w:fldChar w:fldCharType="end"/>
            </w:r>
            <w:bookmarkEnd w:id="48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Modelo: </w:t>
            </w:r>
            <w:bookmarkStart w:id="49" w:name="Texto89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49"/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Ano: </w:t>
            </w:r>
            <w:bookmarkStart w:id="50" w:name="Texto90"/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bookmarkEnd w:id="50"/>
            <w:r w:rsidRPr="00C37C72">
              <w:rPr>
                <w:b/>
                <w:sz w:val="18"/>
                <w:szCs w:val="18"/>
              </w:rPr>
              <w:t xml:space="preserve">      Valor de Mercado: R$ </w:t>
            </w:r>
            <w:bookmarkStart w:id="51" w:name="Texto91"/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  <w:bookmarkEnd w:id="51"/>
          </w:p>
          <w:p w14:paraId="768407FD" w14:textId="77777777" w:rsidR="007D1808" w:rsidRPr="00C37C72" w:rsidRDefault="007D1808" w:rsidP="00C37C72">
            <w:pPr>
              <w:spacing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Marca: </w:t>
            </w:r>
            <w:r w:rsidR="004C21A8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4C21A8" w:rsidRPr="00C37C72">
              <w:rPr>
                <w:sz w:val="18"/>
                <w:szCs w:val="18"/>
              </w:rPr>
              <w:instrText xml:space="preserve"> FORMTEXT </w:instrText>
            </w:r>
            <w:r w:rsidR="004C21A8" w:rsidRPr="00C37C72">
              <w:rPr>
                <w:sz w:val="18"/>
                <w:szCs w:val="18"/>
              </w:rPr>
            </w:r>
            <w:r w:rsidR="004C21A8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4C21A8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Modelo: </w:t>
            </w:r>
            <w:r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C37C72">
              <w:rPr>
                <w:sz w:val="18"/>
                <w:szCs w:val="18"/>
              </w:rPr>
              <w:instrText xml:space="preserve"> FORMTEXT </w:instrText>
            </w:r>
            <w:r w:rsidRPr="00C37C72">
              <w:rPr>
                <w:sz w:val="18"/>
                <w:szCs w:val="18"/>
              </w:rPr>
            </w:r>
            <w:r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</w:t>
            </w:r>
            <w:r w:rsidRPr="00C37C72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  <w:r w:rsidRPr="00C37C72">
              <w:rPr>
                <w:b/>
                <w:sz w:val="18"/>
                <w:szCs w:val="18"/>
              </w:rPr>
              <w:t xml:space="preserve">      Valor de Mercado: R$ </w:t>
            </w:r>
            <w:r w:rsidR="00D77F9D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D77F9D" w:rsidRPr="00C37C72">
              <w:rPr>
                <w:sz w:val="18"/>
                <w:szCs w:val="18"/>
              </w:rPr>
              <w:instrText xml:space="preserve"> FORMTEXT </w:instrText>
            </w:r>
            <w:r w:rsidR="00D77F9D" w:rsidRPr="00C37C72">
              <w:rPr>
                <w:sz w:val="18"/>
                <w:szCs w:val="18"/>
              </w:rPr>
            </w:r>
            <w:r w:rsidR="00D77F9D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D77F9D" w:rsidRPr="00C37C72">
              <w:rPr>
                <w:sz w:val="18"/>
                <w:szCs w:val="18"/>
              </w:rPr>
              <w:fldChar w:fldCharType="end"/>
            </w:r>
          </w:p>
        </w:tc>
      </w:tr>
      <w:tr w:rsidR="007D1808" w:rsidRPr="00C37C72" w14:paraId="4DA0EED1" w14:textId="77777777" w:rsidTr="00C37C72">
        <w:tc>
          <w:tcPr>
            <w:tcW w:w="9211" w:type="dxa"/>
          </w:tcPr>
          <w:p w14:paraId="481E4DF1" w14:textId="77777777"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14:paraId="31F6A0B8" w14:textId="77777777"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C37C72" w14:paraId="2349794C" w14:textId="77777777" w:rsidTr="00C37C72">
        <w:tc>
          <w:tcPr>
            <w:tcW w:w="9211" w:type="dxa"/>
          </w:tcPr>
          <w:p w14:paraId="5D806FAF" w14:textId="77777777" w:rsidR="007D1808" w:rsidRPr="00C37C72" w:rsidRDefault="007D1808" w:rsidP="00C37C72">
            <w:pPr>
              <w:spacing w:before="60" w:after="60"/>
              <w:rPr>
                <w:b/>
                <w:sz w:val="18"/>
                <w:szCs w:val="18"/>
              </w:rPr>
            </w:pPr>
            <w:r w:rsidRPr="00C37C72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C37C72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C37C72">
              <w:rPr>
                <w:sz w:val="18"/>
                <w:szCs w:val="18"/>
              </w:rPr>
              <w:instrText xml:space="preserve"> FORMTEXT </w:instrText>
            </w:r>
            <w:r w:rsidR="00316B97" w:rsidRPr="00C37C72">
              <w:rPr>
                <w:sz w:val="18"/>
                <w:szCs w:val="18"/>
              </w:rPr>
            </w:r>
            <w:r w:rsidR="00316B97" w:rsidRPr="00C37C72">
              <w:rPr>
                <w:sz w:val="18"/>
                <w:szCs w:val="18"/>
              </w:rPr>
              <w:fldChar w:fldCharType="separate"/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C6F4E" w:rsidRPr="00C37C72">
              <w:rPr>
                <w:noProof/>
                <w:sz w:val="18"/>
                <w:szCs w:val="18"/>
              </w:rPr>
              <w:t> </w:t>
            </w:r>
            <w:r w:rsidR="00316B97" w:rsidRPr="00C37C72">
              <w:rPr>
                <w:sz w:val="18"/>
                <w:szCs w:val="18"/>
              </w:rPr>
              <w:fldChar w:fldCharType="end"/>
            </w:r>
          </w:p>
        </w:tc>
      </w:tr>
    </w:tbl>
    <w:p w14:paraId="54BF2197" w14:textId="77777777" w:rsidR="007D1808" w:rsidRDefault="007D1808" w:rsidP="007D1808">
      <w:pPr>
        <w:spacing w:before="120"/>
        <w:rPr>
          <w:b/>
          <w:sz w:val="18"/>
          <w:szCs w:val="18"/>
        </w:rPr>
      </w:pPr>
    </w:p>
    <w:p w14:paraId="4378748C" w14:textId="77777777"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14:paraId="7F1BFEC4" w14:textId="77777777" w:rsidR="009D3958" w:rsidRDefault="009D3958" w:rsidP="009D3958">
      <w:pPr>
        <w:spacing w:before="120"/>
        <w:rPr>
          <w:b/>
          <w:sz w:val="18"/>
          <w:szCs w:val="18"/>
        </w:rPr>
      </w:pPr>
    </w:p>
    <w:p w14:paraId="70099239" w14:textId="77777777" w:rsidR="009D3958" w:rsidRDefault="009D3958" w:rsidP="009D395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9D3958" w:rsidRPr="003D0FA7" w14:paraId="7C77A222" w14:textId="77777777" w:rsidTr="00273610">
        <w:tc>
          <w:tcPr>
            <w:tcW w:w="9225" w:type="dxa"/>
          </w:tcPr>
          <w:p w14:paraId="3A3B79A3" w14:textId="77777777"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16B62F78" w14:textId="77777777"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647CC7C" w14:textId="77777777"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B7C8C3B" w14:textId="77777777"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41CB5D0" w14:textId="77777777"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9D3958" w:rsidRPr="003D0FA7" w14:paraId="26455C3B" w14:textId="77777777" w:rsidTr="00273610">
        <w:tc>
          <w:tcPr>
            <w:tcW w:w="9225" w:type="dxa"/>
          </w:tcPr>
          <w:p w14:paraId="1493EDB0" w14:textId="77777777"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0A122BD1" w14:textId="77777777" w:rsidR="009D3958" w:rsidRPr="003D0FA7" w:rsidRDefault="009D3958" w:rsidP="00273610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7627B136" w14:textId="77777777"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BC65EF9" w14:textId="77777777"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4366820" w14:textId="77777777" w:rsidR="009D3958" w:rsidRPr="003D0FA7" w:rsidRDefault="009D3958" w:rsidP="00273610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4DF01DA6" w14:textId="77777777" w:rsidR="009D3958" w:rsidRDefault="009D3958" w:rsidP="009D3958">
      <w:pPr>
        <w:spacing w:before="120"/>
        <w:rPr>
          <w:b/>
          <w:sz w:val="18"/>
          <w:szCs w:val="18"/>
        </w:rPr>
      </w:pPr>
    </w:p>
    <w:p w14:paraId="0FAE3775" w14:textId="77777777" w:rsidR="009D3958" w:rsidRPr="007D1808" w:rsidRDefault="009D3958" w:rsidP="009D395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14:paraId="2992484A" w14:textId="77777777"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p w14:paraId="6BEC0EFB" w14:textId="77777777"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bookmarkStart w:id="52" w:name="Texto49"/>
    <w:p w14:paraId="5A0793B1" w14:textId="77777777" w:rsidR="009D3958" w:rsidRPr="007D1808" w:rsidRDefault="009D3958" w:rsidP="009D395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2"/>
      <w:r>
        <w:rPr>
          <w:sz w:val="20"/>
          <w:szCs w:val="20"/>
        </w:rPr>
        <w:t xml:space="preserve">, </w:t>
      </w:r>
      <w:bookmarkStart w:id="53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3"/>
      <w:r w:rsidRPr="007D1808">
        <w:rPr>
          <w:sz w:val="20"/>
          <w:szCs w:val="20"/>
        </w:rPr>
        <w:t xml:space="preserve"> de </w:t>
      </w:r>
      <w:bookmarkStart w:id="54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5"/>
      <w:r>
        <w:rPr>
          <w:sz w:val="20"/>
          <w:szCs w:val="20"/>
        </w:rPr>
        <w:t>.</w:t>
      </w:r>
    </w:p>
    <w:p w14:paraId="6FB9C557" w14:textId="77777777" w:rsidR="009D3958" w:rsidRDefault="009D3958" w:rsidP="009D3958">
      <w:pPr>
        <w:spacing w:before="120"/>
        <w:jc w:val="both"/>
        <w:rPr>
          <w:sz w:val="20"/>
          <w:szCs w:val="20"/>
        </w:rPr>
      </w:pPr>
    </w:p>
    <w:p w14:paraId="44D484DB" w14:textId="77777777"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p w14:paraId="27F98EEA" w14:textId="77777777" w:rsidR="009D3958" w:rsidRPr="007D1808" w:rsidRDefault="009D3958" w:rsidP="009D395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9D3958" w:rsidRPr="003D0FA7" w14:paraId="76121BFB" w14:textId="77777777" w:rsidTr="00273610">
        <w:tc>
          <w:tcPr>
            <w:tcW w:w="4791" w:type="dxa"/>
          </w:tcPr>
          <w:p w14:paraId="2BEC7A2E" w14:textId="77777777" w:rsidR="009D3958" w:rsidRPr="003D0FA7" w:rsidRDefault="009D3958" w:rsidP="00273610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14:paraId="2A180204" w14:textId="77777777" w:rsidR="009D3958" w:rsidRPr="003D0FA7" w:rsidRDefault="009D3958" w:rsidP="00273610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14:paraId="2FC865CB" w14:textId="77777777" w:rsidR="009D3958" w:rsidRPr="007D1808" w:rsidRDefault="009D3958" w:rsidP="009D3958">
      <w:pPr>
        <w:jc w:val="both"/>
        <w:rPr>
          <w:sz w:val="20"/>
          <w:szCs w:val="20"/>
        </w:rPr>
      </w:pPr>
    </w:p>
    <w:p w14:paraId="35F5EF18" w14:textId="77777777" w:rsidR="009D3958" w:rsidRPr="007D1808" w:rsidRDefault="009D3958" w:rsidP="009D3958">
      <w:pPr>
        <w:jc w:val="both"/>
        <w:rPr>
          <w:sz w:val="20"/>
          <w:szCs w:val="20"/>
        </w:rPr>
      </w:pPr>
    </w:p>
    <w:p w14:paraId="36E23719" w14:textId="77777777" w:rsidR="009D3958" w:rsidRPr="007D1808" w:rsidRDefault="009D3958" w:rsidP="009D3958">
      <w:pPr>
        <w:jc w:val="both"/>
        <w:rPr>
          <w:sz w:val="20"/>
          <w:szCs w:val="20"/>
        </w:rPr>
      </w:pPr>
    </w:p>
    <w:p w14:paraId="1F688995" w14:textId="77777777" w:rsidR="009D3958" w:rsidRDefault="009D3958" w:rsidP="009D3958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14:paraId="0872E842" w14:textId="77777777" w:rsidR="009D3958" w:rsidRPr="001B43F4" w:rsidRDefault="009D3958" w:rsidP="009D3958">
      <w:pPr>
        <w:jc w:val="both"/>
        <w:rPr>
          <w:sz w:val="20"/>
          <w:szCs w:val="20"/>
        </w:rPr>
      </w:pPr>
    </w:p>
    <w:p w14:paraId="3B44D843" w14:textId="77777777" w:rsidR="0028699C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14:paraId="5B29433A" w14:textId="77777777"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14:paraId="5904ED72" w14:textId="77777777"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14:paraId="2D162567" w14:textId="77777777"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14:paraId="45A5A4FA" w14:textId="77777777" w:rsidR="0028699C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14:paraId="7861C85E" w14:textId="77777777" w:rsidR="00AC70BF" w:rsidRPr="00AC70BF" w:rsidRDefault="00AC70BF" w:rsidP="00AC70BF">
      <w:pPr>
        <w:pStyle w:val="PargrafodaLista"/>
        <w:numPr>
          <w:ilvl w:val="0"/>
          <w:numId w:val="1"/>
        </w:numPr>
        <w:jc w:val="both"/>
        <w:rPr>
          <w:sz w:val="20"/>
          <w:szCs w:val="20"/>
        </w:rPr>
      </w:pPr>
      <w:r w:rsidRPr="00AC70BF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14:paraId="7EB6EC60" w14:textId="77777777" w:rsidR="0028699C" w:rsidRDefault="0028699C" w:rsidP="0028699C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14:paraId="4A970BBF" w14:textId="77777777"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14:paraId="1FAA7561" w14:textId="77777777" w:rsidR="0028699C" w:rsidRPr="001B43F4" w:rsidRDefault="0028699C" w:rsidP="0028699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14:paraId="6965DFA8" w14:textId="77777777" w:rsidR="00053CAF" w:rsidRDefault="00053CAF" w:rsidP="009D3958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902D5" w14:textId="77777777" w:rsidR="007260A4" w:rsidRDefault="007260A4">
      <w:r>
        <w:separator/>
      </w:r>
    </w:p>
  </w:endnote>
  <w:endnote w:type="continuationSeparator" w:id="0">
    <w:p w14:paraId="05E6BB6C" w14:textId="77777777" w:rsidR="007260A4" w:rsidRDefault="00726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A12BF" w14:textId="77777777" w:rsidR="001F7479" w:rsidRDefault="001F7479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C6F4E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A6E04A7" w14:textId="77777777" w:rsidR="001F7479" w:rsidRDefault="001F7479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6C357" w14:textId="77777777" w:rsidR="001F7479" w:rsidRDefault="001F7479" w:rsidP="00C0599D">
    <w:pPr>
      <w:pStyle w:val="Rodap"/>
      <w:framePr w:wrap="around" w:vAnchor="text" w:hAnchor="margin" w:xAlign="outside" w:y="1"/>
      <w:rPr>
        <w:rStyle w:val="Nmerodepgina"/>
      </w:rPr>
    </w:pPr>
  </w:p>
  <w:p w14:paraId="6C508F95" w14:textId="60504923" w:rsidR="001F7479" w:rsidRPr="00B961F6" w:rsidRDefault="001F7479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CREDUC_Cadastro_Pai_aluno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3C6F4E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C007C" w14:textId="77777777" w:rsidR="001F7479" w:rsidRPr="00B961F6" w:rsidRDefault="001F7479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23629" w14:textId="77777777" w:rsidR="007260A4" w:rsidRDefault="007260A4">
      <w:r>
        <w:separator/>
      </w:r>
    </w:p>
  </w:footnote>
  <w:footnote w:type="continuationSeparator" w:id="0">
    <w:p w14:paraId="3C014689" w14:textId="77777777" w:rsidR="007260A4" w:rsidRDefault="00726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C0FD4" w14:textId="77777777" w:rsidR="001F7479" w:rsidRDefault="00AD4237">
    <w:pPr>
      <w:pStyle w:val="Cabealho"/>
    </w:pPr>
    <w:r>
      <w:rPr>
        <w:noProof/>
        <w:sz w:val="24"/>
      </w:rPr>
      <w:drawing>
        <wp:inline distT="0" distB="0" distL="0" distR="0" wp14:anchorId="7ADECC8D" wp14:editId="505A4212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68112" w14:textId="77777777" w:rsidR="001F7479" w:rsidRDefault="00AD4237">
    <w:pPr>
      <w:pStyle w:val="Cabealho"/>
    </w:pPr>
    <w:r>
      <w:rPr>
        <w:noProof/>
        <w:sz w:val="24"/>
      </w:rPr>
      <w:drawing>
        <wp:inline distT="0" distB="0" distL="0" distR="0" wp14:anchorId="31A58854" wp14:editId="366BC58C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58833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YmDMdvcpKSv1PhjoGZ0V5viGoBPBuenqOtMsmWuswoLm7AYdZQtd0cuMHmtGmdq45Mih5jJypz/FwvGnUxERQ==" w:salt="5/NV6E7R7orj2B4vXezZp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AA"/>
    <w:rsid w:val="00015B94"/>
    <w:rsid w:val="00017F3B"/>
    <w:rsid w:val="00032A98"/>
    <w:rsid w:val="00053CAF"/>
    <w:rsid w:val="000611F5"/>
    <w:rsid w:val="000A4966"/>
    <w:rsid w:val="000A5DFA"/>
    <w:rsid w:val="000C6424"/>
    <w:rsid w:val="000F3CD2"/>
    <w:rsid w:val="00162F6E"/>
    <w:rsid w:val="00192C71"/>
    <w:rsid w:val="001974DF"/>
    <w:rsid w:val="001A0384"/>
    <w:rsid w:val="001B1E48"/>
    <w:rsid w:val="001B43F4"/>
    <w:rsid w:val="001C716B"/>
    <w:rsid w:val="001E548C"/>
    <w:rsid w:val="001F7479"/>
    <w:rsid w:val="002236F4"/>
    <w:rsid w:val="002238FF"/>
    <w:rsid w:val="00224667"/>
    <w:rsid w:val="002539E7"/>
    <w:rsid w:val="00267C35"/>
    <w:rsid w:val="00273610"/>
    <w:rsid w:val="00276045"/>
    <w:rsid w:val="0028699C"/>
    <w:rsid w:val="002B11B9"/>
    <w:rsid w:val="002B77F4"/>
    <w:rsid w:val="002D5631"/>
    <w:rsid w:val="002F5509"/>
    <w:rsid w:val="003036DA"/>
    <w:rsid w:val="00306C91"/>
    <w:rsid w:val="003144B9"/>
    <w:rsid w:val="00316B97"/>
    <w:rsid w:val="003338B7"/>
    <w:rsid w:val="0036105B"/>
    <w:rsid w:val="00386398"/>
    <w:rsid w:val="003B0BEC"/>
    <w:rsid w:val="003C6F4E"/>
    <w:rsid w:val="003D2D77"/>
    <w:rsid w:val="003D7974"/>
    <w:rsid w:val="003F72DF"/>
    <w:rsid w:val="00431C3E"/>
    <w:rsid w:val="00464FB0"/>
    <w:rsid w:val="00495EAB"/>
    <w:rsid w:val="004C21A8"/>
    <w:rsid w:val="004D0933"/>
    <w:rsid w:val="004D44FA"/>
    <w:rsid w:val="005013B9"/>
    <w:rsid w:val="00514084"/>
    <w:rsid w:val="00531E81"/>
    <w:rsid w:val="005557FA"/>
    <w:rsid w:val="00571603"/>
    <w:rsid w:val="00575B6B"/>
    <w:rsid w:val="00580A96"/>
    <w:rsid w:val="0058414C"/>
    <w:rsid w:val="005B132F"/>
    <w:rsid w:val="005F2DEB"/>
    <w:rsid w:val="00613441"/>
    <w:rsid w:val="00666F12"/>
    <w:rsid w:val="00696358"/>
    <w:rsid w:val="006A6F70"/>
    <w:rsid w:val="006B5B00"/>
    <w:rsid w:val="006D3BA9"/>
    <w:rsid w:val="006D636D"/>
    <w:rsid w:val="006E1523"/>
    <w:rsid w:val="007078E1"/>
    <w:rsid w:val="00707B01"/>
    <w:rsid w:val="00712572"/>
    <w:rsid w:val="007260A4"/>
    <w:rsid w:val="007443FC"/>
    <w:rsid w:val="00752413"/>
    <w:rsid w:val="00757B4A"/>
    <w:rsid w:val="00791752"/>
    <w:rsid w:val="007B2B07"/>
    <w:rsid w:val="007C298C"/>
    <w:rsid w:val="007D1808"/>
    <w:rsid w:val="007D4767"/>
    <w:rsid w:val="007D58F5"/>
    <w:rsid w:val="007F6C3C"/>
    <w:rsid w:val="008158AE"/>
    <w:rsid w:val="00816ED1"/>
    <w:rsid w:val="0083136B"/>
    <w:rsid w:val="008E19F0"/>
    <w:rsid w:val="00902FAA"/>
    <w:rsid w:val="00936867"/>
    <w:rsid w:val="00945E30"/>
    <w:rsid w:val="009850C0"/>
    <w:rsid w:val="00997840"/>
    <w:rsid w:val="009B2216"/>
    <w:rsid w:val="009D3958"/>
    <w:rsid w:val="009F4555"/>
    <w:rsid w:val="00A02C56"/>
    <w:rsid w:val="00A04DB4"/>
    <w:rsid w:val="00A11624"/>
    <w:rsid w:val="00A23D24"/>
    <w:rsid w:val="00A439F1"/>
    <w:rsid w:val="00A85DEE"/>
    <w:rsid w:val="00AC70BF"/>
    <w:rsid w:val="00AD0251"/>
    <w:rsid w:val="00AD4237"/>
    <w:rsid w:val="00AF4D30"/>
    <w:rsid w:val="00B35298"/>
    <w:rsid w:val="00B63F6A"/>
    <w:rsid w:val="00B927F5"/>
    <w:rsid w:val="00B961F6"/>
    <w:rsid w:val="00BA7DED"/>
    <w:rsid w:val="00BC0CAE"/>
    <w:rsid w:val="00BF7ABC"/>
    <w:rsid w:val="00C0599D"/>
    <w:rsid w:val="00C06B07"/>
    <w:rsid w:val="00C07A5B"/>
    <w:rsid w:val="00C37C72"/>
    <w:rsid w:val="00C401A6"/>
    <w:rsid w:val="00C8006D"/>
    <w:rsid w:val="00C862E5"/>
    <w:rsid w:val="00CA64EA"/>
    <w:rsid w:val="00CC0E3E"/>
    <w:rsid w:val="00CC2918"/>
    <w:rsid w:val="00CE241B"/>
    <w:rsid w:val="00D11C13"/>
    <w:rsid w:val="00D22CDA"/>
    <w:rsid w:val="00D77529"/>
    <w:rsid w:val="00D77F9D"/>
    <w:rsid w:val="00DC018F"/>
    <w:rsid w:val="00E37805"/>
    <w:rsid w:val="00E60E14"/>
    <w:rsid w:val="00E80AFC"/>
    <w:rsid w:val="00EC4E3A"/>
    <w:rsid w:val="00F35436"/>
    <w:rsid w:val="00F5470F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7C8C4"/>
  <w15:chartTrackingRefBased/>
  <w15:docId w15:val="{9A9E6BF4-D75A-49BF-8241-747B6871D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3C6F4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3C6F4E"/>
    <w:rPr>
      <w:rFonts w:ascii="Tahoma" w:hAnsi="Tahoma" w:cs="Tahoma"/>
      <w:sz w:val="16"/>
      <w:szCs w:val="16"/>
      <w:lang w:bidi="ar-LB"/>
    </w:rPr>
  </w:style>
  <w:style w:type="paragraph" w:styleId="PargrafodaLista">
    <w:name w:val="List Paragraph"/>
    <w:basedOn w:val="Normal"/>
    <w:uiPriority w:val="34"/>
    <w:qFormat/>
    <w:rsid w:val="00AC7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KUT737Q9\creduc-ficha-pai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creduc-ficha-pai-aluno</Template>
  <TotalTime>3</TotalTime>
  <Pages>1</Pages>
  <Words>694</Words>
  <Characters>4314</Characters>
  <Application>Microsoft Office Word</Application>
  <DocSecurity>0</DocSecurity>
  <Lines>143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6</cp:revision>
  <cp:lastPrinted>2014-03-07T14:35:00Z</cp:lastPrinted>
  <dcterms:created xsi:type="dcterms:W3CDTF">2026-01-15T21:47:00Z</dcterms:created>
  <dcterms:modified xsi:type="dcterms:W3CDTF">2026-01-15T22:10:00Z</dcterms:modified>
</cp:coreProperties>
</file>